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533" w:rsidRPr="00234A30" w:rsidRDefault="0064530B" w:rsidP="00880F60">
      <w:pPr>
        <w:pStyle w:val="Title"/>
        <w:rPr>
          <w:lang w:val="en-US"/>
        </w:rPr>
      </w:pPr>
      <w:bookmarkStart w:id="0" w:name="_GoBack"/>
      <w:bookmarkEnd w:id="0"/>
      <w:r w:rsidRPr="00234A30">
        <w:rPr>
          <w:rFonts w:ascii="Georgia" w:eastAsia="Georgia" w:hAnsi="Georgia" w:cs="Georgia"/>
          <w:bCs/>
          <w:iCs/>
          <w:lang w:val="pt-BR"/>
        </w:rPr>
        <w:t>Material D</w:t>
      </w:r>
    </w:p>
    <w:p w:rsidR="002F372E" w:rsidRPr="00234A30" w:rsidRDefault="00F43B9D" w:rsidP="00585161">
      <w:pPr>
        <w:pStyle w:val="BodyText"/>
        <w:rPr>
          <w:lang w:val="en-US"/>
        </w:rPr>
      </w:pPr>
    </w:p>
    <w:p w:rsidR="002F372E" w:rsidRPr="00234A30" w:rsidRDefault="0064530B" w:rsidP="00880F60">
      <w:pPr>
        <w:pStyle w:val="Heading1"/>
        <w:rPr>
          <w:lang w:val="en-US"/>
        </w:rPr>
      </w:pPr>
      <w:r w:rsidRPr="00234A30">
        <w:rPr>
          <w:rFonts w:ascii="Georgia" w:eastAsia="Georgia" w:hAnsi="Georgia" w:cs="Georgia"/>
          <w:iCs/>
          <w:lang w:val="pt-BR"/>
        </w:rPr>
        <w:t>Uma comparação</w:t>
      </w:r>
    </w:p>
    <w:tbl>
      <w:tblPr>
        <w:tblStyle w:val="DP-Plain1"/>
        <w:tblW w:w="5000" w:type="pct"/>
        <w:tblLook w:val="04A0" w:firstRow="1" w:lastRow="0" w:firstColumn="1" w:lastColumn="0" w:noHBand="0" w:noVBand="1"/>
      </w:tblPr>
      <w:tblGrid>
        <w:gridCol w:w="4436"/>
        <w:gridCol w:w="4708"/>
      </w:tblGrid>
      <w:tr w:rsidR="00B96B6E" w:rsidTr="00234A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44" w:type="dxa"/>
            <w:gridSpan w:val="2"/>
          </w:tcPr>
          <w:p w:rsidR="00585161" w:rsidRPr="00234A30" w:rsidRDefault="0064530B" w:rsidP="00E23C50">
            <w:pPr>
              <w:pStyle w:val="TableTitleGeorgia"/>
              <w:rPr>
                <w:lang w:val="en-US"/>
              </w:rPr>
            </w:pPr>
            <w:r w:rsidRPr="00234A30">
              <w:rPr>
                <w:rFonts w:eastAsia="Georgia" w:cs="Georgia"/>
                <w:bCs/>
                <w:iCs/>
                <w:color w:val="DC6900"/>
                <w:szCs w:val="20"/>
                <w:lang w:val="pt-BR"/>
              </w:rPr>
              <w:t>Cenário Um (sistema chinês)</w:t>
            </w:r>
          </w:p>
        </w:tc>
      </w:tr>
      <w:tr w:rsidR="00B96B6E" w:rsidTr="00A262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59" w:type="dxa"/>
          </w:tcPr>
          <w:p w:rsidR="00585161" w:rsidRPr="00234A30" w:rsidRDefault="0064530B" w:rsidP="00E23C50">
            <w:pPr>
              <w:pStyle w:val="TableSecondLevelGeorgia"/>
            </w:pPr>
            <w:r w:rsidRPr="00234A30">
              <w:rPr>
                <w:rFonts w:eastAsia="Georgia" w:cs="Georgia"/>
                <w:color w:val="DC6900"/>
                <w:szCs w:val="20"/>
                <w:lang w:val="pt-BR"/>
              </w:rPr>
              <w:t>Prós</w:t>
            </w:r>
          </w:p>
        </w:tc>
        <w:tc>
          <w:tcPr>
            <w:tcW w:w="4585" w:type="dxa"/>
          </w:tcPr>
          <w:p w:rsidR="00585161" w:rsidRDefault="0064530B" w:rsidP="00E23C50">
            <w:pPr>
              <w:pStyle w:val="TableSecondLevel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4A30">
              <w:rPr>
                <w:rFonts w:eastAsia="Georgia" w:cs="Georgia"/>
                <w:color w:val="DC6900"/>
                <w:szCs w:val="20"/>
                <w:lang w:val="pt-BR"/>
              </w:rPr>
              <w:t>Contras</w:t>
            </w:r>
          </w:p>
          <w:p w:rsidR="00034A7F" w:rsidRDefault="00F43B9D" w:rsidP="00E23C50">
            <w:pPr>
              <w:pStyle w:val="TableSecondLevel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34A7F" w:rsidRDefault="00F43B9D" w:rsidP="00E23C50">
            <w:pPr>
              <w:pStyle w:val="TableSecondLevel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34A7F" w:rsidRDefault="00F43B9D" w:rsidP="00E23C50">
            <w:pPr>
              <w:pStyle w:val="TableSecondLevel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34A7F" w:rsidRDefault="00F43B9D" w:rsidP="00E23C50">
            <w:pPr>
              <w:pStyle w:val="TableSecondLevel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34A7F" w:rsidRDefault="00F43B9D" w:rsidP="00E23C50">
            <w:pPr>
              <w:pStyle w:val="TableSecondLevel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34A7F" w:rsidRDefault="00F43B9D" w:rsidP="00E23C50">
            <w:pPr>
              <w:pStyle w:val="TableSecondLevel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34A7F" w:rsidRDefault="00F43B9D" w:rsidP="00E23C50">
            <w:pPr>
              <w:pStyle w:val="TableSecondLevel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34A7F" w:rsidRPr="00234A30" w:rsidRDefault="00F43B9D" w:rsidP="00E23C50">
            <w:pPr>
              <w:pStyle w:val="TableSecondLevel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96B6E" w:rsidTr="00234A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44" w:type="dxa"/>
            <w:gridSpan w:val="2"/>
          </w:tcPr>
          <w:p w:rsidR="00585161" w:rsidRPr="00234A30" w:rsidRDefault="0064530B" w:rsidP="00E23C50">
            <w:pPr>
              <w:pStyle w:val="TableTitleGeorgia"/>
              <w:rPr>
                <w:szCs w:val="28"/>
                <w:lang w:val="en-US"/>
              </w:rPr>
            </w:pPr>
            <w:r w:rsidRPr="00234A30">
              <w:rPr>
                <w:rFonts w:eastAsia="Georgia" w:cs="Georgia"/>
                <w:bCs/>
                <w:iCs/>
                <w:color w:val="DC6900"/>
                <w:szCs w:val="20"/>
                <w:lang w:val="pt-BR"/>
              </w:rPr>
              <w:t>Cenário Dois (sistema norte-americano)</w:t>
            </w:r>
          </w:p>
        </w:tc>
      </w:tr>
      <w:tr w:rsidR="00B96B6E" w:rsidTr="00A262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59" w:type="dxa"/>
          </w:tcPr>
          <w:p w:rsidR="00585161" w:rsidRPr="00234A30" w:rsidRDefault="0064530B" w:rsidP="00C53BCA">
            <w:pPr>
              <w:pStyle w:val="TableSecondLevelGeorgia"/>
            </w:pPr>
            <w:r w:rsidRPr="00234A30">
              <w:rPr>
                <w:rFonts w:eastAsia="Georgia" w:cs="Georgia"/>
                <w:color w:val="DC6900"/>
                <w:szCs w:val="20"/>
                <w:lang w:val="pt-BR"/>
              </w:rPr>
              <w:t>Prós</w:t>
            </w:r>
          </w:p>
        </w:tc>
        <w:tc>
          <w:tcPr>
            <w:tcW w:w="4585" w:type="dxa"/>
          </w:tcPr>
          <w:p w:rsidR="00585161" w:rsidRDefault="0064530B" w:rsidP="00C53BCA">
            <w:pPr>
              <w:pStyle w:val="TableSecondLevel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4A30">
              <w:rPr>
                <w:rFonts w:eastAsia="Georgia" w:cs="Georgia"/>
                <w:color w:val="DC6900"/>
                <w:szCs w:val="20"/>
                <w:lang w:val="pt-BR"/>
              </w:rPr>
              <w:t>Contras</w:t>
            </w:r>
          </w:p>
          <w:p w:rsidR="00034A7F" w:rsidRDefault="00F43B9D" w:rsidP="00C53BCA">
            <w:pPr>
              <w:pStyle w:val="TableSecondLevel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34A7F" w:rsidRDefault="00F43B9D" w:rsidP="00C53BCA">
            <w:pPr>
              <w:pStyle w:val="TableSecondLevel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34A7F" w:rsidRDefault="00F43B9D" w:rsidP="00C53BCA">
            <w:pPr>
              <w:pStyle w:val="TableSecondLevel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34A7F" w:rsidRDefault="00F43B9D" w:rsidP="00C53BCA">
            <w:pPr>
              <w:pStyle w:val="TableSecondLevel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34A7F" w:rsidRDefault="00F43B9D" w:rsidP="00C53BCA">
            <w:pPr>
              <w:pStyle w:val="TableSecondLevel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34A7F" w:rsidRDefault="00F43B9D" w:rsidP="00C53BCA">
            <w:pPr>
              <w:pStyle w:val="TableSecondLevel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34A7F" w:rsidRDefault="00F43B9D" w:rsidP="00C53BCA">
            <w:pPr>
              <w:pStyle w:val="TableSecondLevel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34A7F" w:rsidRPr="00234A30" w:rsidRDefault="00F43B9D" w:rsidP="00C53BCA">
            <w:pPr>
              <w:pStyle w:val="TableSecondLevel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96B6E" w:rsidTr="00A2629E">
        <w:trPr>
          <w:trHeight w:val="1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59" w:type="dxa"/>
          </w:tcPr>
          <w:p w:rsidR="00585161" w:rsidRPr="00234A30" w:rsidRDefault="00F43B9D" w:rsidP="003D60BA">
            <w:pPr>
              <w:spacing w:after="100" w:afterAutospacing="1"/>
              <w:ind w:left="360"/>
              <w:rPr>
                <w:rFonts w:cs="Arial"/>
                <w:szCs w:val="20"/>
                <w:lang w:val="en-US"/>
              </w:rPr>
            </w:pPr>
          </w:p>
        </w:tc>
        <w:tc>
          <w:tcPr>
            <w:tcW w:w="4585" w:type="dxa"/>
          </w:tcPr>
          <w:p w:rsidR="00585161" w:rsidRPr="00234A30" w:rsidRDefault="00F43B9D" w:rsidP="003D60BA">
            <w:pPr>
              <w:spacing w:after="100" w:afterAutospacing="1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  <w:lang w:val="en-US"/>
              </w:rPr>
            </w:pPr>
          </w:p>
        </w:tc>
      </w:tr>
      <w:tr w:rsidR="00B96B6E" w:rsidTr="00234A30">
        <w:trPr>
          <w:trHeight w:val="1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44" w:type="dxa"/>
            <w:gridSpan w:val="2"/>
          </w:tcPr>
          <w:p w:rsidR="00585161" w:rsidRPr="00234A30" w:rsidRDefault="0064530B" w:rsidP="00234A30">
            <w:pPr>
              <w:pStyle w:val="TableTextGeorgia"/>
            </w:pPr>
            <w:r w:rsidRPr="00234A30">
              <w:rPr>
                <w:rFonts w:eastAsia="Georgia" w:cs="Georgia"/>
                <w:szCs w:val="20"/>
                <w:lang w:val="pt-BR"/>
              </w:rPr>
              <w:t>Acho que o sistema ______________ faz mais sentido para lidar com acidentes de carro, porque: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E23C50" w:rsidRPr="00234A30" w:rsidRDefault="00F43B9D" w:rsidP="00585161">
            <w:pPr>
              <w:rPr>
                <w:b/>
                <w:lang w:val="en-US"/>
              </w:rPr>
            </w:pPr>
          </w:p>
        </w:tc>
      </w:tr>
    </w:tbl>
    <w:p w:rsidR="00585161" w:rsidRPr="00234A30" w:rsidRDefault="00F43B9D" w:rsidP="00234A30">
      <w:pPr>
        <w:pStyle w:val="BodyText"/>
        <w:rPr>
          <w:lang w:val="en-US"/>
        </w:rPr>
      </w:pPr>
    </w:p>
    <w:p w:rsidR="00585161" w:rsidRPr="00234A30" w:rsidRDefault="00F43B9D" w:rsidP="00234A30">
      <w:pPr>
        <w:pStyle w:val="BodyText"/>
        <w:rPr>
          <w:lang w:val="en-US"/>
        </w:rPr>
      </w:pPr>
    </w:p>
    <w:p w:rsidR="00585161" w:rsidRPr="00234A30" w:rsidRDefault="00F43B9D" w:rsidP="00234A30">
      <w:pPr>
        <w:pStyle w:val="BodyText"/>
        <w:rPr>
          <w:lang w:val="en-US"/>
        </w:rPr>
      </w:pPr>
    </w:p>
    <w:p w:rsidR="00585161" w:rsidRPr="00234A30" w:rsidRDefault="00F43B9D" w:rsidP="00234A30">
      <w:pPr>
        <w:pStyle w:val="BodyText"/>
        <w:rPr>
          <w:lang w:val="en-US"/>
        </w:rPr>
      </w:pPr>
    </w:p>
    <w:sectPr w:rsidR="00585161" w:rsidRPr="00234A30" w:rsidSect="009B0E4C">
      <w:headerReference w:type="default" r:id="rId9"/>
      <w:footerReference w:type="default" r:id="rId10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530B" w:rsidRDefault="0064530B" w:rsidP="00B96B6E">
      <w:pPr>
        <w:spacing w:after="0" w:line="240" w:lineRule="auto"/>
      </w:pPr>
      <w:r>
        <w:separator/>
      </w:r>
    </w:p>
  </w:endnote>
  <w:endnote w:type="continuationSeparator" w:id="0">
    <w:p w:rsidR="0064530B" w:rsidRDefault="0064530B" w:rsidP="00B96B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2F372E" w:rsidRDefault="00F43B9D">
    <w:pPr>
      <w:pStyle w:val="Footer"/>
    </w:pPr>
    <w:r>
      <w:rPr>
        <w:noProof/>
        <w:lang w:eastAsia="en-GB"/>
      </w:rPr>
      <w:pict>
        <v:shapetype id="_x0000_t202" coordsize="21600,21600" o:spt="202" path="m0,0l0,21600,21600,21600,21600,0xe">
          <v:stroke joinstyle="miter"/>
          <v:path gradientshapeok="t" o:connecttype="rect"/>
        </v:shapetype>
        <v:shape id="_x0000_s2049" type="#_x0000_t202" style="position:absolute;margin-left:-1.55pt;margin-top:-12.2pt;width:450.55pt;height:46.7pt;z-index:251658240" filled="f" stroked="f">
          <v:textbox style="mso-fit-shape-to-text:t" inset="0,0,0,0">
            <w:txbxContent>
              <w:p w:rsidR="00691159" w:rsidRPr="000A57D1" w:rsidRDefault="0064530B" w:rsidP="00691159">
                <w:pPr>
                  <w:pStyle w:val="Copyright"/>
                  <w:spacing w:after="150" w:line="150" w:lineRule="exact"/>
                </w:pPr>
                <w:r w:rsidRPr="000A57D1">
                  <w:rPr>
                    <w:rFonts w:eastAsia="Arial"/>
                    <w:lang w:val="pt-BR"/>
                  </w:rPr>
                  <w:t>© 2012 PricewaterhouseCoopers LLP. Todos os direitos reservados. PwC refere-se à empresa membro nos Estados Unidos, e pode 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</w:t>
                </w:r>
              </w:p>
              <w:p w:rsidR="009B0E4C" w:rsidRPr="00A2629E" w:rsidRDefault="00F43B9D" w:rsidP="00A2629E">
                <w:pPr>
                  <w:pStyle w:val="Copyright"/>
                </w:pPr>
              </w:p>
            </w:txbxContent>
          </v:textbox>
        </v:shape>
      </w:pict>
    </w:r>
    <w:r w:rsidR="0064530B">
      <w:rPr>
        <w:noProof/>
        <w:lang w:val="en-U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-1090749</wp:posOffset>
          </wp:positionH>
          <wp:positionV relativeFrom="paragraph">
            <wp:posOffset>-1594757</wp:posOffset>
          </wp:positionV>
          <wp:extent cx="1645920" cy="1384663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5920" cy="13846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530B" w:rsidRDefault="0064530B" w:rsidP="00B96B6E">
      <w:pPr>
        <w:spacing w:after="0" w:line="240" w:lineRule="auto"/>
      </w:pPr>
      <w:r>
        <w:separator/>
      </w:r>
    </w:p>
  </w:footnote>
  <w:footnote w:type="continuationSeparator" w:id="0">
    <w:p w:rsidR="0064530B" w:rsidRDefault="0064530B" w:rsidP="00B96B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DC6900" w:themeColor="text2"/>
        <w:left w:val="single" w:sz="6" w:space="0" w:color="DC690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 w:firstRow="1" w:lastRow="0" w:firstColumn="1" w:lastColumn="0" w:noHBand="0" w:noVBand="1"/>
    </w:tblPr>
    <w:tblGrid>
      <w:gridCol w:w="9317"/>
    </w:tblGrid>
    <w:tr w:rsidR="00B96B6E" w:rsidTr="0084517A">
      <w:tc>
        <w:tcPr>
          <w:tcW w:w="5000" w:type="pct"/>
        </w:tcPr>
        <w:p w:rsidR="002F372E" w:rsidRPr="009B5B65" w:rsidRDefault="00F43B9D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F43B9D" w:rsidP="00C55723">
    <w:pPr>
      <w:pStyle w:val="Header"/>
      <w:rPr>
        <w:rFonts w:ascii="Arial" w:hAnsi="Arial" w:cs="Arial"/>
        <w:color w:val="000000" w:themeColor="text1"/>
      </w:rPr>
    </w:pPr>
    <w:hyperlink r:id="rId1" w:history="1">
      <w:r w:rsidR="0064530B">
        <w:rPr>
          <w:rFonts w:ascii="Georgia" w:eastAsia="Georgia" w:hAnsi="Georgia" w:cs="Georgia"/>
          <w:color w:val="000000"/>
          <w:szCs w:val="19"/>
          <w:lang w:val="pt-BR"/>
        </w:rPr>
        <w:t>www.pwc.com/corporateresponsibility</w:t>
      </w:r>
    </w:hyperlink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DC690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DC690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DC690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2">
    <w:nsid w:val="3342227E"/>
    <w:multiLevelType w:val="multilevel"/>
    <w:tmpl w:val="F622FA0C"/>
    <w:numStyleLink w:val="Style5"/>
  </w:abstractNum>
  <w:abstractNum w:abstractNumId="13">
    <w:nsid w:val="374F2107"/>
    <w:multiLevelType w:val="multilevel"/>
    <w:tmpl w:val="3BDCDC82"/>
    <w:numStyleLink w:val="TableBullet"/>
  </w:abstractNum>
  <w:abstractNum w:abstractNumId="14">
    <w:nsid w:val="3A57486E"/>
    <w:multiLevelType w:val="multilevel"/>
    <w:tmpl w:val="A266CF60"/>
    <w:name w:val="PwCListNumbers13"/>
    <w:numStyleLink w:val="PwCListNumbers1"/>
  </w:abstractNum>
  <w:abstractNum w:abstractNumId="15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3EED465C"/>
    <w:multiLevelType w:val="hybridMultilevel"/>
    <w:tmpl w:val="111CDF92"/>
    <w:lvl w:ilvl="0" w:tplc="71D2DECA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8AF8C5B6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5686BB96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DF54451C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99E0A074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1888975A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BC28EF40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57A9044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F99EE652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7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42840C0C"/>
    <w:multiLevelType w:val="hybridMultilevel"/>
    <w:tmpl w:val="CFD0E5EA"/>
    <w:name w:val="PwCListNumbers132"/>
    <w:lvl w:ilvl="0" w:tplc="B3147562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C3063DDC" w:tentative="1">
      <w:start w:val="1"/>
      <w:numFmt w:val="lowerLetter"/>
      <w:lvlText w:val="%2."/>
      <w:lvlJc w:val="left"/>
      <w:pPr>
        <w:ind w:left="2246" w:hanging="360"/>
      </w:pPr>
    </w:lvl>
    <w:lvl w:ilvl="2" w:tplc="B4E0AA12" w:tentative="1">
      <w:start w:val="1"/>
      <w:numFmt w:val="lowerRoman"/>
      <w:lvlText w:val="%3."/>
      <w:lvlJc w:val="right"/>
      <w:pPr>
        <w:ind w:left="2966" w:hanging="180"/>
      </w:pPr>
    </w:lvl>
    <w:lvl w:ilvl="3" w:tplc="1E5AAA92" w:tentative="1">
      <w:start w:val="1"/>
      <w:numFmt w:val="decimal"/>
      <w:lvlText w:val="%4."/>
      <w:lvlJc w:val="left"/>
      <w:pPr>
        <w:ind w:left="3686" w:hanging="360"/>
      </w:pPr>
    </w:lvl>
    <w:lvl w:ilvl="4" w:tplc="42588EA0" w:tentative="1">
      <w:start w:val="1"/>
      <w:numFmt w:val="lowerLetter"/>
      <w:lvlText w:val="%5."/>
      <w:lvlJc w:val="left"/>
      <w:pPr>
        <w:ind w:left="4406" w:hanging="360"/>
      </w:pPr>
    </w:lvl>
    <w:lvl w:ilvl="5" w:tplc="0E2873F4" w:tentative="1">
      <w:start w:val="1"/>
      <w:numFmt w:val="lowerRoman"/>
      <w:lvlText w:val="%6."/>
      <w:lvlJc w:val="right"/>
      <w:pPr>
        <w:ind w:left="5126" w:hanging="180"/>
      </w:pPr>
    </w:lvl>
    <w:lvl w:ilvl="6" w:tplc="CC9AABD2" w:tentative="1">
      <w:start w:val="1"/>
      <w:numFmt w:val="decimal"/>
      <w:lvlText w:val="%7."/>
      <w:lvlJc w:val="left"/>
      <w:pPr>
        <w:ind w:left="5846" w:hanging="360"/>
      </w:pPr>
    </w:lvl>
    <w:lvl w:ilvl="7" w:tplc="0B8677E2" w:tentative="1">
      <w:start w:val="1"/>
      <w:numFmt w:val="lowerLetter"/>
      <w:lvlText w:val="%8."/>
      <w:lvlJc w:val="left"/>
      <w:pPr>
        <w:ind w:left="6566" w:hanging="360"/>
      </w:pPr>
    </w:lvl>
    <w:lvl w:ilvl="8" w:tplc="7DFE1F86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19">
    <w:nsid w:val="46612767"/>
    <w:multiLevelType w:val="hybridMultilevel"/>
    <w:tmpl w:val="CA9C68F2"/>
    <w:lvl w:ilvl="0" w:tplc="07466C3C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B2EA5382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CFECA0A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83FCE126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2DE8702A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80EA2780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A37A2F0E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7AB4AAEE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1FCADA9C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0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503F3EF2"/>
    <w:multiLevelType w:val="hybridMultilevel"/>
    <w:tmpl w:val="478AECD2"/>
    <w:lvl w:ilvl="0" w:tplc="1200C67A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EB3874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28661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5CCB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86E5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F4E55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6E4B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6C74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A8F0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5E401664"/>
    <w:multiLevelType w:val="multilevel"/>
    <w:tmpl w:val="EE12AE72"/>
    <w:numStyleLink w:val="PwCAppendixList1"/>
  </w:abstractNum>
  <w:abstractNum w:abstractNumId="24">
    <w:nsid w:val="5F7F5EF6"/>
    <w:multiLevelType w:val="hybridMultilevel"/>
    <w:tmpl w:val="5BCE4FEA"/>
    <w:lvl w:ilvl="0" w:tplc="A9FE2024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6592FC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82B7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DA15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6427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604F5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024A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CA7C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A26C8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171CAB"/>
    <w:multiLevelType w:val="multilevel"/>
    <w:tmpl w:val="F9CC98B6"/>
    <w:numStyleLink w:val="Style2"/>
  </w:abstractNum>
  <w:abstractNum w:abstractNumId="26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29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7B344BE7"/>
    <w:multiLevelType w:val="multilevel"/>
    <w:tmpl w:val="3BDCDC82"/>
    <w:numStyleLink w:val="TableBullet"/>
  </w:abstractNum>
  <w:num w:numId="1">
    <w:abstractNumId w:val="0"/>
  </w:num>
  <w:num w:numId="2">
    <w:abstractNumId w:val="28"/>
  </w:num>
  <w:num w:numId="3">
    <w:abstractNumId w:val="4"/>
  </w:num>
  <w:num w:numId="4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1"/>
  </w:num>
  <w:num w:numId="6">
    <w:abstractNumId w:val="15"/>
  </w:num>
  <w:num w:numId="7">
    <w:abstractNumId w:val="23"/>
  </w:num>
  <w:num w:numId="8">
    <w:abstractNumId w:val="19"/>
  </w:num>
  <w:num w:numId="9">
    <w:abstractNumId w:val="16"/>
  </w:num>
  <w:num w:numId="10">
    <w:abstractNumId w:val="27"/>
  </w:num>
  <w:num w:numId="11">
    <w:abstractNumId w:val="5"/>
  </w:num>
  <w:num w:numId="12">
    <w:abstractNumId w:val="17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1"/>
  </w:num>
  <w:num w:numId="14">
    <w:abstractNumId w:val="24"/>
  </w:num>
  <w:num w:numId="15">
    <w:abstractNumId w:val="6"/>
  </w:num>
  <w:num w:numId="16">
    <w:abstractNumId w:val="25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DC6900" w:themeColor="text2"/>
          <w:sz w:val="16"/>
          <w:szCs w:val="16"/>
        </w:rPr>
      </w:lvl>
    </w:lvlOverride>
  </w:num>
  <w:num w:numId="17">
    <w:abstractNumId w:val="30"/>
  </w:num>
  <w:num w:numId="18">
    <w:abstractNumId w:val="2"/>
  </w:num>
  <w:num w:numId="19">
    <w:abstractNumId w:val="26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2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29"/>
  </w:num>
  <w:num w:numId="31">
    <w:abstractNumId w:val="1"/>
  </w:num>
  <w:num w:numId="32">
    <w:abstractNumId w:val="31"/>
  </w:num>
  <w:num w:numId="33">
    <w:abstractNumId w:val="13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0"/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efaultTabStop w:val="720"/>
  <w:hyphenationZone w:val="425"/>
  <w:drawingGridHorizontalSpacing w:val="100"/>
  <w:drawingGridVerticalSpacing w:val="878"/>
  <w:displayHorizontalDrawingGridEvery w:val="2"/>
  <w:characterSpacingControl w:val="doNotCompress"/>
  <w:hdrShapeDefaults>
    <o:shapedefaults v:ext="edit" spidmax="307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6B6E"/>
    <w:rsid w:val="005F7EA4"/>
    <w:rsid w:val="0064530B"/>
    <w:rsid w:val="00B96B6E"/>
    <w:rsid w:val="00F43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5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A2629E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DC690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DC690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DC690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DC690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DC690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DC6900" w:themeColor="text2"/>
        <w:left w:val="single" w:sz="2" w:space="10" w:color="DC6900" w:themeColor="text2"/>
        <w:bottom w:val="single" w:sz="2" w:space="10" w:color="DC6900" w:themeColor="text2"/>
        <w:right w:val="single" w:sz="2" w:space="10" w:color="DC6900" w:themeColor="text2"/>
      </w:pBdr>
      <w:shd w:val="clear" w:color="auto" w:fill="DC690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DC690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DC6900" w:themeColor="text2"/>
        <w:bottom w:val="single" w:sz="8" w:space="0" w:color="DC6900" w:themeColor="text2"/>
        <w:insideH w:val="single" w:sz="8" w:space="0" w:color="DC6900" w:themeColor="text2"/>
        <w:insideV w:val="single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DC6900" w:themeColor="text2"/>
          <w:left w:val="nil"/>
          <w:bottom w:val="single" w:sz="8" w:space="0" w:color="DC6900" w:themeColor="text2"/>
          <w:right w:val="nil"/>
          <w:insideH w:val="nil"/>
          <w:insideV w:val="single" w:sz="8" w:space="0" w:color="DC6900" w:themeColor="text2"/>
          <w:tl2br w:val="nil"/>
          <w:tr2bl w:val="nil"/>
        </w:tcBorders>
        <w:shd w:val="clear" w:color="auto" w:fill="FFE0C5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DC690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DC690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DC690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DC690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99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33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DC6900" w:themeColor="text2"/>
        <w:left w:val="dotted" w:sz="8" w:space="10" w:color="DC690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DC690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DC690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DC3D52"/>
    <w:rPr>
      <w:rFonts w:ascii="Arial" w:hAnsi="Arial"/>
      <w:b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soba7338\Desktop\DP0063B891\Templates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DB536A"/>
      </a:accent4>
      <a:accent5>
        <a:srgbClr val="A32020"/>
      </a:accent5>
      <a:accent6>
        <a:srgbClr val="E0301E"/>
      </a:accent6>
      <a:hlink>
        <a:srgbClr val="DC6900"/>
      </a:hlink>
      <a:folHlink>
        <a:srgbClr val="DC690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E92239-37DE-A345-89F7-D8EB6EAF5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\Documents and Settings\soba7338\Desktop\DP0063B891\Templates\Placemat (8.5x11) Portrait one page.dotx</Template>
  <TotalTime>0</TotalTime>
  <Pages>1</Pages>
  <Words>87</Words>
  <Characters>502</Characters>
  <Application>Microsoft Macintosh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Heading 1</vt:lpstr>
      <vt:lpstr>    Heading 2</vt:lpstr>
      <vt:lpstr>        Heading 3</vt:lpstr>
    </vt:vector>
  </TitlesOfParts>
  <Company>PricewaterhouseCoopers</Company>
  <LinksUpToDate>false</LinksUpToDate>
  <CharactersWithSpaces>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Sourav</dc:creator>
  <dc:description>A4 Proposal template</dc:description>
  <cp:lastModifiedBy>ANNIE FENG</cp:lastModifiedBy>
  <cp:revision>2</cp:revision>
  <cp:lastPrinted>2011-08-15T10:00:00Z</cp:lastPrinted>
  <dcterms:created xsi:type="dcterms:W3CDTF">2012-12-26T16:40:00Z</dcterms:created>
  <dcterms:modified xsi:type="dcterms:W3CDTF">2012-12-26T16:40:00Z</dcterms:modified>
</cp:coreProperties>
</file>